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5" w:after="0" w:line="282" w:lineRule="auto"/>
        <w:ind w:left="91" w:right="-20" w:firstLine="426"/>
        <w:jc w:val="right"/>
        <w:rPr>
          <w:rFonts w:ascii="Arial" w:hAnsi="Arial" w:cs="Arial" w:eastAsia="Arial"/>
          <w:sz w:val="25"/>
          <w:szCs w:val="25"/>
        </w:rPr>
      </w:pPr>
      <w:rPr/>
      <w:r>
        <w:rPr/>
        <w:pict>
          <v:group style="position:absolute;margin-left:109.612999pt;margin-top:-3.015854pt;width:381.266pt;height:95.2573pt;mso-position-horizontal-relative:page;mso-position-vertical-relative:paragraph;z-index:-54" coordorigin="2192,-60" coordsize="7625,1905">
            <v:group style="position:absolute;left:2318;top:66;width:7373;height:301" coordorigin="2318,66" coordsize="7373,301">
              <v:shape style="position:absolute;left:2318;top:66;width:7373;height:301" coordorigin="2318,66" coordsize="7373,301" path="m2375,66l2342,67,2325,73,2319,89,2318,122,2318,310,2319,342,2325,359,2342,365,2375,366,9635,366,9668,365,9684,359,9691,343,9692,310,9692,122,9668,67,2375,66e" filled="t" fillcolor="#FFFFFF" stroked="f">
                <v:path arrowok="t"/>
                <v:fill/>
              </v:shape>
            </v:group>
            <v:group style="position:absolute;left:2318;top:404;width:7373;height:301" coordorigin="2318,404" coordsize="7373,301">
              <v:shape style="position:absolute;left:2318;top:404;width:7373;height:301" coordorigin="2318,404" coordsize="7373,301" path="m2375,404l2342,405,2325,411,2319,428,2318,460,2318,648,2319,680,2325,697,2342,704,2375,704,9635,704,9668,704,9684,697,9691,681,9692,648,9692,460,9668,405,2375,404e" filled="t" fillcolor="#FFFFFF" stroked="f">
                <v:path arrowok="t"/>
                <v:fill/>
              </v:shape>
            </v:group>
            <v:group style="position:absolute;left:2318;top:742;width:7373;height:301" coordorigin="2318,742" coordsize="7373,301">
              <v:shape style="position:absolute;left:2318;top:742;width:7373;height:301" coordorigin="2318,742" coordsize="7373,301" path="m2375,742l2342,743,2325,749,2319,766,2318,798,2318,986,2319,1019,2325,1035,2342,1042,2375,1043,9635,1043,9668,1042,9684,1036,9691,1019,9692,986,9692,798,9668,743,2375,742e" filled="t" fillcolor="#FFFFFF" stroked="f">
                <v:path arrowok="t"/>
                <v:fill/>
              </v:shape>
            </v:group>
            <v:group style="position:absolute;left:2318;top:1080;width:7373;height:639" coordorigin="2318,1080" coordsize="7373,639">
              <v:shape style="position:absolute;left:2318;top:1080;width:7373;height:639" coordorigin="2318,1080" coordsize="7373,639" path="m2375,1080l2342,1081,2325,1087,2319,1104,2318,1136,2318,1663,2319,1695,2325,1712,2342,1718,2375,1719,9635,1719,9668,1718,9684,1712,9691,1695,9692,1663,9692,1136,9668,1081,2375,1080e" filled="t" fillcolor="#FFFFFF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An: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Cc: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Bcc: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Betre</w:t>
      </w:r>
      <w:r>
        <w:rPr>
          <w:rFonts w:ascii="Arial" w:hAnsi="Arial" w:cs="Arial" w:eastAsia="Arial"/>
          <w:sz w:val="25"/>
          <w:szCs w:val="25"/>
          <w:color w:val="231F20"/>
          <w:spacing w:val="-4"/>
          <w:w w:val="100"/>
        </w:rPr>
        <w:t>f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f: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75" w:after="0" w:line="240" w:lineRule="auto"/>
        <w:ind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/>
        <w:br w:type="column"/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kruse@Stadtverwaltung_Bad-</w:t>
      </w:r>
      <w:r>
        <w:rPr>
          <w:rFonts w:ascii="Arial" w:hAnsi="Arial" w:cs="Arial" w:eastAsia="Arial"/>
          <w:sz w:val="25"/>
          <w:szCs w:val="25"/>
          <w:color w:val="231F20"/>
          <w:spacing w:val="-5"/>
          <w:w w:val="100"/>
        </w:rPr>
        <w:t>W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oerishofen.de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Bewerbung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als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Landschaftsplanerin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58" w:after="0" w:line="267" w:lineRule="exact"/>
        <w:ind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Frage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nach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dem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Stand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des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Bewerbungsverfahrens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20" w:h="16840"/>
          <w:pgMar w:top="940" w:bottom="280" w:left="1300" w:right="1680"/>
          <w:cols w:num="2" w:equalWidth="0">
            <w:col w:w="934" w:space="184"/>
            <w:col w:w="7822"/>
          </w:cols>
        </w:sectPr>
      </w:pPr>
      <w:rPr/>
    </w:p>
    <w:p>
      <w:pPr>
        <w:spacing w:before="0" w:after="0" w:line="130" w:lineRule="exact"/>
        <w:jc w:val="left"/>
        <w:rPr>
          <w:sz w:val="13"/>
          <w:szCs w:val="13"/>
        </w:rPr>
      </w:pPr>
      <w:rPr/>
      <w:r>
        <w:rPr/>
        <w:pict>
          <v:group style="position:absolute;margin-left:0pt;margin-top:.000015pt;width:595.275pt;height:841.89pt;mso-position-horizontal-relative:page;mso-position-vertical-relative:page;z-index:-55" coordorigin="0,0" coordsize="11906,16838">
            <v:shape style="position:absolute;left:0;top:0;width:11906;height:16838" coordorigin="0,0" coordsize="11906,16838" path="m0,16838l11906,16838,11906,0,0,0,0,16838e" filled="t" fillcolor="#DCDDDE" stroked="f">
              <v:path arrowok="t"/>
              <v:fill/>
            </v:shape>
          </v:group>
          <w10:wrap type="none"/>
        </w:pict>
      </w:r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3" w:after="0" w:line="240" w:lineRule="auto"/>
        <w:ind w:left="111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Sehr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geehrter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Herr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Kruse,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91" w:lineRule="auto"/>
        <w:ind w:left="111" w:right="875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Ende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Oktober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habe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bei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Ihnen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um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eine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Stelle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als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Landschaftsplanerin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Stadtverwaltung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Bad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Wörishofen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beworben.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Bis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jetzt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habe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außer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einem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kurzen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Zwischenbescheid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keine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weitere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Nachricht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von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Ihnen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erhalten.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91" w:lineRule="auto"/>
        <w:ind w:left="111" w:right="791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Damals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baten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um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Geduld,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weil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das</w:t>
      </w:r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Auswahlverfahren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einige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Zeit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dauere.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Diese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Geduld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bringe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gern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auf.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Mittlerweile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aber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befürchte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dass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Ihre</w:t>
      </w:r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Antwort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auf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dem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Postweg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verloren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gegangen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sein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könnte.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91" w:lineRule="auto"/>
        <w:ind w:left="111" w:right="8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Mir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liegt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von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Ihnen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ausgeschriebenen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Stelle.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V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erstehen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bitte,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dass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nach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dem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Stand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des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Bewerbungsverfahrens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frage.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Bis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wann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kann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damit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rechnen,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von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Ihnen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zu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hören?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1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Für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eine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baldige</w:t>
      </w:r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Antwort,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gern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auch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per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E-Mail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(c.nolke@netline.de)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58" w:after="0" w:line="582" w:lineRule="auto"/>
        <w:ind w:left="111" w:right="4312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oder</w:t>
      </w:r>
      <w:r>
        <w:rPr>
          <w:rFonts w:ascii="Arial" w:hAnsi="Arial" w:cs="Arial" w:eastAsia="Arial"/>
          <w:sz w:val="25"/>
          <w:szCs w:val="25"/>
          <w:color w:val="231F20"/>
          <w:spacing w:val="-4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-28"/>
          <w:w w:val="100"/>
        </w:rPr>
        <w:t>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elefon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bin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Ihnen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sehr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dankba</w:t>
      </w:r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.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Herzlichst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53" w:after="0" w:line="240" w:lineRule="auto"/>
        <w:ind w:left="111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</w:t>
      </w:r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.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Christine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Nolke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58" w:after="0" w:line="240" w:lineRule="auto"/>
        <w:ind w:left="111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Kirchzartener</w:t>
      </w:r>
      <w:r>
        <w:rPr>
          <w:rFonts w:ascii="Arial" w:hAnsi="Arial" w:cs="Arial" w:eastAsia="Arial"/>
          <w:sz w:val="25"/>
          <w:szCs w:val="25"/>
          <w:color w:val="231F20"/>
          <w:spacing w:val="-4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-28"/>
          <w:w w:val="100"/>
        </w:rPr>
        <w:t>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alweg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14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58" w:after="0" w:line="240" w:lineRule="auto"/>
        <w:ind w:left="111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79104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Freiburg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im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Breisgau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58" w:after="0" w:line="240" w:lineRule="auto"/>
        <w:ind w:left="111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-28"/>
          <w:w w:val="100"/>
        </w:rPr>
        <w:t>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el.: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0761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1234567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sectPr>
      <w:type w:val="continuous"/>
      <w:pgSz w:w="11920" w:h="16840"/>
      <w:pgMar w:top="940" w:bottom="280" w:left="130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auto"/>
    <w:pitch w:val="default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2016-02-17T10:52:25Z</dcterms:created>
  <dcterms:modified xsi:type="dcterms:W3CDTF">2016-02-17T10:52:25Z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2016-02-16T00:00:00Z</vt:filetime>
  </property>
  <property fmtid="{D5CDD505-2E9C-101B-9397-08002B2CF9AE}" pid="3" name="LastSaved">
    <vt:filetime>2016-02-17T00:00:00Z</vt:filetime>
  </property>
</Properties>
</file>